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57" w:rsidRPr="00DC0A24" w:rsidRDefault="00DD692A" w:rsidP="000B1771">
      <w:pPr>
        <w:jc w:val="center"/>
        <w:rPr>
          <w:b/>
        </w:rPr>
      </w:pPr>
      <w:bookmarkStart w:id="0" w:name="_GoBack"/>
      <w:bookmarkEnd w:id="0"/>
      <w:r w:rsidRPr="004C52A2">
        <w:rPr>
          <w:b/>
          <w:sz w:val="32"/>
        </w:rPr>
        <w:t xml:space="preserve">LICENCIA </w:t>
      </w:r>
      <w:r w:rsidR="00EF2BE5">
        <w:rPr>
          <w:b/>
          <w:sz w:val="32"/>
        </w:rPr>
        <w:t>MULTIDISCIPLINAR</w:t>
      </w:r>
      <w:r w:rsidR="00E21B80" w:rsidRPr="004C52A2">
        <w:rPr>
          <w:b/>
          <w:sz w:val="32"/>
        </w:rPr>
        <w:t xml:space="preserve"> </w:t>
      </w:r>
      <w:r w:rsidR="004C52A2">
        <w:rPr>
          <w:b/>
        </w:rPr>
        <w:t xml:space="preserve"> </w:t>
      </w:r>
      <w:r w:rsidR="00E21B80" w:rsidRPr="00FB7442">
        <w:rPr>
          <w:b/>
          <w:sz w:val="32"/>
        </w:rPr>
        <w:t>20</w:t>
      </w:r>
      <w:r w:rsidR="00D5125E">
        <w:rPr>
          <w:b/>
          <w:sz w:val="32"/>
        </w:rPr>
        <w:t>21</w:t>
      </w:r>
      <w:r w:rsidR="00997004" w:rsidRPr="00FB7442">
        <w:rPr>
          <w:b/>
          <w:sz w:val="32"/>
        </w:rPr>
        <w:t>-20</w:t>
      </w:r>
      <w:r w:rsidR="00520C80">
        <w:rPr>
          <w:b/>
          <w:sz w:val="32"/>
        </w:rPr>
        <w:t>2</w:t>
      </w:r>
      <w:r w:rsidR="00D5125E">
        <w:rPr>
          <w:b/>
          <w:sz w:val="32"/>
        </w:rPr>
        <w:t>2</w:t>
      </w:r>
    </w:p>
    <w:p w:rsidR="00D909BB" w:rsidRPr="00DC0A24" w:rsidRDefault="000D6E58" w:rsidP="000D6E58">
      <w:pPr>
        <w:jc w:val="center"/>
        <w:rPr>
          <w:b/>
        </w:rPr>
      </w:pPr>
      <w:r w:rsidRPr="00DC0A24">
        <w:rPr>
          <w:b/>
        </w:rPr>
        <w:t>(Desde el 1 de Septiembre de 20</w:t>
      </w:r>
      <w:r w:rsidR="00D5125E">
        <w:rPr>
          <w:b/>
        </w:rPr>
        <w:t>21</w:t>
      </w:r>
      <w:r w:rsidRPr="00DC0A24">
        <w:rPr>
          <w:b/>
        </w:rPr>
        <w:t xml:space="preserve"> al 31 de Agosto de 20</w:t>
      </w:r>
      <w:r w:rsidR="00520C80">
        <w:rPr>
          <w:b/>
        </w:rPr>
        <w:t>2</w:t>
      </w:r>
      <w:r w:rsidR="00D5125E">
        <w:rPr>
          <w:b/>
        </w:rPr>
        <w:t>2</w:t>
      </w:r>
      <w:r w:rsidRPr="00DC0A24">
        <w:rPr>
          <w:b/>
        </w:rPr>
        <w:t>)</w:t>
      </w:r>
    </w:p>
    <w:p w:rsidR="000D6E58" w:rsidRPr="00DC0A24" w:rsidRDefault="000D6E58" w:rsidP="000D6E58">
      <w:pPr>
        <w:jc w:val="center"/>
        <w:rPr>
          <w:b/>
        </w:rPr>
      </w:pPr>
    </w:p>
    <w:p w:rsidR="00D909BB" w:rsidRPr="00DC0A24" w:rsidRDefault="00D909BB" w:rsidP="006176CC">
      <w:pPr>
        <w:tabs>
          <w:tab w:val="left" w:leader="underscore" w:pos="9214"/>
        </w:tabs>
        <w:jc w:val="both"/>
        <w:rPr>
          <w:b/>
        </w:rPr>
      </w:pPr>
      <w:r w:rsidRPr="00DC0A24">
        <w:rPr>
          <w:b/>
        </w:rPr>
        <w:t>NOMBRE DEL CLUB:</w:t>
      </w:r>
      <w:r w:rsidRPr="00DC0A24">
        <w:rPr>
          <w:b/>
        </w:rPr>
        <w:tab/>
      </w:r>
    </w:p>
    <w:p w:rsidR="00D909BB" w:rsidRPr="00DC0A24" w:rsidRDefault="00D909BB" w:rsidP="006176CC">
      <w:pPr>
        <w:tabs>
          <w:tab w:val="left" w:pos="2775"/>
          <w:tab w:val="left" w:leader="underscore" w:pos="9214"/>
        </w:tabs>
        <w:jc w:val="both"/>
      </w:pPr>
    </w:p>
    <w:p w:rsidR="006176CC" w:rsidRPr="00DC0A24" w:rsidRDefault="00ED6B14" w:rsidP="006176CC">
      <w:pPr>
        <w:tabs>
          <w:tab w:val="left" w:pos="1134"/>
          <w:tab w:val="left" w:leader="underscore" w:pos="5954"/>
          <w:tab w:val="left" w:leader="underscore" w:pos="9214"/>
        </w:tabs>
        <w:jc w:val="both"/>
      </w:pPr>
      <w:r w:rsidRPr="00DC0A24">
        <w:rPr>
          <w:b/>
        </w:rPr>
        <w:t>PROVINCIA:</w:t>
      </w:r>
      <w:r w:rsidR="006176CC" w:rsidRPr="00DC0A24">
        <w:tab/>
      </w:r>
      <w:r w:rsidR="00A23881">
        <w:t>Fecha de expedición: _______________</w:t>
      </w:r>
    </w:p>
    <w:p w:rsidR="006176CC" w:rsidRPr="00DC0A24" w:rsidRDefault="006176CC" w:rsidP="006176CC"/>
    <w:p w:rsidR="007B71C3" w:rsidRDefault="007B71C3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7B71C3" w:rsidRPr="007D786E" w:rsidTr="00B613B2">
        <w:trPr>
          <w:trHeight w:val="266"/>
        </w:trPr>
        <w:tc>
          <w:tcPr>
            <w:tcW w:w="9778" w:type="dxa"/>
            <w:gridSpan w:val="2"/>
          </w:tcPr>
          <w:p w:rsidR="007B71C3" w:rsidRPr="007D786E" w:rsidRDefault="00EF2BE5" w:rsidP="007B7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DATOS GENERALES DEL DEPORTISTA</w:t>
            </w:r>
          </w:p>
        </w:tc>
      </w:tr>
      <w:tr w:rsidR="006176CC" w:rsidRPr="007D786E" w:rsidTr="00C0548E">
        <w:trPr>
          <w:trHeight w:val="2551"/>
        </w:trPr>
        <w:tc>
          <w:tcPr>
            <w:tcW w:w="1951" w:type="dxa"/>
          </w:tcPr>
          <w:p w:rsidR="007043B3" w:rsidRPr="007D786E" w:rsidRDefault="000D6E58" w:rsidP="007043B3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  <w:r w:rsidR="00AC0DC5">
              <w:rPr>
                <w:b/>
                <w:sz w:val="22"/>
                <w:szCs w:val="22"/>
              </w:rPr>
              <w:t xml:space="preserve"> _______</w:t>
            </w:r>
          </w:p>
          <w:p w:rsidR="000D6E58" w:rsidRPr="007D786E" w:rsidRDefault="000D6E58" w:rsidP="007043B3">
            <w:pPr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7043B3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7043B3" w:rsidRPr="007D786E" w:rsidRDefault="007043B3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043B3" w:rsidRPr="007D786E" w:rsidRDefault="007043B3" w:rsidP="007043B3">
                  <w:pPr>
                    <w:rPr>
                      <w:sz w:val="22"/>
                      <w:szCs w:val="22"/>
                    </w:rPr>
                  </w:pPr>
                </w:p>
                <w:p w:rsidR="007043B3" w:rsidRPr="007D786E" w:rsidRDefault="00DC79E7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6176CC" w:rsidRPr="007D786E" w:rsidRDefault="006176CC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6D0958" w:rsidRPr="007D786E" w:rsidRDefault="006D0958" w:rsidP="002C2A1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Nombre</w:t>
            </w:r>
            <w:r w:rsidR="00B32A71" w:rsidRPr="007D786E">
              <w:rPr>
                <w:sz w:val="22"/>
                <w:szCs w:val="22"/>
              </w:rPr>
              <w:t>:</w:t>
            </w:r>
            <w:r w:rsidR="00A61565" w:rsidRPr="007D786E">
              <w:rPr>
                <w:sz w:val="22"/>
                <w:szCs w:val="22"/>
              </w:rPr>
              <w:t xml:space="preserve"> </w:t>
            </w:r>
            <w:r w:rsidR="002C2A1C" w:rsidRPr="007D786E">
              <w:rPr>
                <w:sz w:val="22"/>
                <w:szCs w:val="22"/>
              </w:rPr>
              <w:t>___________________________</w:t>
            </w:r>
            <w:r w:rsidR="00A61565" w:rsidRPr="007D786E">
              <w:rPr>
                <w:sz w:val="22"/>
                <w:szCs w:val="22"/>
              </w:rPr>
              <w:t>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7D786E">
            <w:pPr>
              <w:tabs>
                <w:tab w:val="left" w:pos="9072"/>
              </w:tabs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Apellidos:</w:t>
            </w:r>
            <w:r w:rsidR="00A61565" w:rsidRPr="007D786E">
              <w:rPr>
                <w:sz w:val="22"/>
                <w:szCs w:val="22"/>
              </w:rPr>
              <w:t xml:space="preserve"> </w:t>
            </w:r>
            <w:r w:rsidR="002C2A1C" w:rsidRPr="007D786E">
              <w:rPr>
                <w:sz w:val="22"/>
                <w:szCs w:val="22"/>
              </w:rPr>
              <w:t>__________________________</w:t>
            </w:r>
            <w:r w:rsidR="00A61565" w:rsidRPr="007D786E">
              <w:rPr>
                <w:sz w:val="22"/>
                <w:szCs w:val="22"/>
              </w:rPr>
              <w:t>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D.N.I:</w:t>
            </w:r>
            <w:r w:rsidR="00A61565" w:rsidRPr="007D786E">
              <w:rPr>
                <w:sz w:val="22"/>
                <w:szCs w:val="22"/>
              </w:rPr>
              <w:t xml:space="preserve"> _______________________ Fecha Nacimiento: 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Domicilio:</w:t>
            </w:r>
            <w:r w:rsidR="00A61565" w:rsidRPr="007D786E">
              <w:rPr>
                <w:sz w:val="22"/>
                <w:szCs w:val="22"/>
              </w:rPr>
              <w:t xml:space="preserve"> _________________________________________________________</w:t>
            </w:r>
            <w:r w:rsidR="00DC79E7" w:rsidRPr="007D786E">
              <w:rPr>
                <w:sz w:val="22"/>
                <w:szCs w:val="22"/>
              </w:rPr>
              <w:t>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Localidad</w:t>
            </w:r>
            <w:r w:rsidR="00210708" w:rsidRPr="007D786E">
              <w:rPr>
                <w:sz w:val="22"/>
                <w:szCs w:val="22"/>
              </w:rPr>
              <w:t>:</w:t>
            </w:r>
            <w:r w:rsidR="00A61565" w:rsidRPr="007D786E">
              <w:rPr>
                <w:sz w:val="22"/>
                <w:szCs w:val="22"/>
              </w:rPr>
              <w:t xml:space="preserve"> ________________________Provincia__________________________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210708" w:rsidRPr="007D786E" w:rsidRDefault="0021070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Cód.Postal:</w:t>
            </w:r>
            <w:r w:rsidR="00DC79E7" w:rsidRPr="007D786E">
              <w:rPr>
                <w:sz w:val="22"/>
                <w:szCs w:val="22"/>
              </w:rPr>
              <w:t xml:space="preserve"> ___________ Teléfonos (Fijo/Móvil): 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210708" w:rsidRPr="007D786E" w:rsidRDefault="0021070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Correo </w:t>
            </w:r>
            <w:r w:rsidR="00DC79E7" w:rsidRPr="007D786E">
              <w:rPr>
                <w:sz w:val="22"/>
                <w:szCs w:val="22"/>
              </w:rPr>
              <w:t>Electrónico</w:t>
            </w:r>
            <w:r w:rsidRPr="007D786E">
              <w:rPr>
                <w:sz w:val="22"/>
                <w:szCs w:val="22"/>
              </w:rPr>
              <w:t>:</w:t>
            </w:r>
            <w:r w:rsidR="00DC79E7" w:rsidRPr="007D786E">
              <w:rPr>
                <w:sz w:val="22"/>
                <w:szCs w:val="22"/>
              </w:rPr>
              <w:t xml:space="preserve"> __________________________________________________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EF2BE5" w:rsidRDefault="00EF2BE5" w:rsidP="006176CC">
            <w:pPr>
              <w:rPr>
                <w:sz w:val="22"/>
                <w:szCs w:val="22"/>
              </w:rPr>
            </w:pPr>
          </w:p>
          <w:p w:rsidR="00210708" w:rsidRPr="007D786E" w:rsidRDefault="0021070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Documentos que aportar </w:t>
            </w:r>
            <w:r w:rsidRPr="007D786E">
              <w:rPr>
                <w:i/>
                <w:sz w:val="22"/>
                <w:szCs w:val="22"/>
              </w:rPr>
              <w:t>(señalar con una X):</w:t>
            </w:r>
          </w:p>
          <w:p w:rsidR="00223DB8" w:rsidRPr="007B71C3" w:rsidRDefault="00210708" w:rsidP="00D87B52">
            <w:pPr>
              <w:rPr>
                <w:sz w:val="22"/>
                <w:szCs w:val="22"/>
                <w:lang w:val="pt-PT"/>
              </w:rPr>
            </w:pPr>
            <w:r w:rsidRPr="007D786E">
              <w:rPr>
                <w:sz w:val="22"/>
                <w:szCs w:val="22"/>
              </w:rPr>
              <w:t xml:space="preserve">       </w:t>
            </w:r>
            <w:r w:rsidRPr="007D786E"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</w:tc>
      </w:tr>
    </w:tbl>
    <w:p w:rsidR="00C0548E" w:rsidRDefault="00C0548E" w:rsidP="00C054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4"/>
      </w:tblGrid>
      <w:tr w:rsidR="00EF2BE5" w:rsidRPr="007D786E" w:rsidTr="00EF2BE5">
        <w:trPr>
          <w:trHeight w:val="309"/>
        </w:trPr>
        <w:tc>
          <w:tcPr>
            <w:tcW w:w="9774" w:type="dxa"/>
          </w:tcPr>
          <w:p w:rsidR="00EF2BE5" w:rsidRDefault="00EF2BE5" w:rsidP="00EF2B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DISCIPLINAS AFILIADAS A LA FANJYDA</w:t>
            </w:r>
          </w:p>
        </w:tc>
      </w:tr>
      <w:tr w:rsidR="00EF2BE5" w:rsidRPr="007D786E" w:rsidTr="00EF2BE5">
        <w:trPr>
          <w:trHeight w:val="1845"/>
        </w:trPr>
        <w:tc>
          <w:tcPr>
            <w:tcW w:w="9774" w:type="dxa"/>
          </w:tcPr>
          <w:p w:rsidR="00EF2BE5" w:rsidRDefault="00EF2BE5" w:rsidP="00B613B2">
            <w:pPr>
              <w:rPr>
                <w:sz w:val="22"/>
                <w:szCs w:val="22"/>
                <w:lang w:val="pt-PT"/>
              </w:rPr>
            </w:pPr>
          </w:p>
          <w:p w:rsidR="00EF2BE5" w:rsidRDefault="00EF2BE5" w:rsidP="00B613B2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DEPORTE 1: __________________             Fecha de expedición: ______________   (Precio Normal)</w:t>
            </w:r>
          </w:p>
          <w:p w:rsidR="00EF2BE5" w:rsidRDefault="00EF2BE5" w:rsidP="00B613B2">
            <w:pPr>
              <w:rPr>
                <w:sz w:val="22"/>
                <w:szCs w:val="22"/>
                <w:lang w:val="pt-PT"/>
              </w:rPr>
            </w:pPr>
          </w:p>
          <w:p w:rsidR="00EF2BE5" w:rsidRDefault="00EF2BE5" w:rsidP="00EF2BE5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DEPORTE 2: __________________             Fecha de expedición: ______________   (25 % Descuento)</w:t>
            </w:r>
          </w:p>
          <w:p w:rsidR="00EF2BE5" w:rsidRDefault="00EF2BE5" w:rsidP="00B613B2">
            <w:pPr>
              <w:rPr>
                <w:sz w:val="22"/>
                <w:szCs w:val="22"/>
                <w:lang w:val="pt-PT"/>
              </w:rPr>
            </w:pPr>
          </w:p>
          <w:p w:rsidR="00EF2BE5" w:rsidRDefault="00EF2BE5" w:rsidP="00EF2BE5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DEPORTE 3: __________________             Fecha de expedición: ______________   (50 % Descuento)</w:t>
            </w:r>
          </w:p>
          <w:p w:rsidR="00AC0DC5" w:rsidRDefault="00AC0DC5" w:rsidP="00EF2BE5">
            <w:pPr>
              <w:rPr>
                <w:sz w:val="22"/>
                <w:szCs w:val="22"/>
                <w:lang w:val="pt-PT"/>
              </w:rPr>
            </w:pPr>
          </w:p>
          <w:p w:rsidR="00AC0DC5" w:rsidRDefault="00AC0DC5" w:rsidP="00EF2BE5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DEPORTE 4: __________________             Fecha de expedición: ______________   (50 % Descuento)</w:t>
            </w:r>
          </w:p>
          <w:p w:rsidR="00EF2BE5" w:rsidRPr="007B71C3" w:rsidRDefault="00EF2BE5" w:rsidP="00B613B2">
            <w:pPr>
              <w:rPr>
                <w:sz w:val="22"/>
                <w:szCs w:val="22"/>
                <w:lang w:val="pt-PT"/>
              </w:rPr>
            </w:pPr>
          </w:p>
        </w:tc>
      </w:tr>
    </w:tbl>
    <w:p w:rsidR="00C0548E" w:rsidRDefault="00C0548E" w:rsidP="00C0548E"/>
    <w:p w:rsidR="00EF2BE5" w:rsidRDefault="00EF2BE5" w:rsidP="00EF2BE5">
      <w:pPr>
        <w:spacing w:after="200" w:line="276" w:lineRule="auto"/>
        <w:rPr>
          <w:b/>
        </w:rPr>
      </w:pPr>
    </w:p>
    <w:p w:rsidR="00EF2BE5" w:rsidRPr="00AC0DC5" w:rsidRDefault="00EF2BE5" w:rsidP="00EF2BE5">
      <w:pPr>
        <w:spacing w:after="200" w:line="276" w:lineRule="auto"/>
      </w:pPr>
      <w:r w:rsidRPr="00AC0DC5">
        <w:t xml:space="preserve">Para aquellos deportistas que se afilien a varias de las disciplinas englobadas en la FANJYDA </w:t>
      </w:r>
    </w:p>
    <w:p w:rsidR="00EF2BE5" w:rsidRPr="00AC0DC5" w:rsidRDefault="00EF2BE5" w:rsidP="00EF2BE5">
      <w:pPr>
        <w:spacing w:after="200" w:line="276" w:lineRule="auto"/>
        <w:ind w:left="708"/>
      </w:pPr>
      <w:r w:rsidRPr="00AC0DC5">
        <w:t>1ª Disciplina: coste normal. (60 € Adulta, 38 € Infantil, 20 € peques)</w:t>
      </w:r>
    </w:p>
    <w:p w:rsidR="00EF2BE5" w:rsidRPr="00AC0DC5" w:rsidRDefault="00EF2BE5" w:rsidP="00EF2BE5">
      <w:pPr>
        <w:spacing w:after="200" w:line="276" w:lineRule="auto"/>
        <w:ind w:left="708"/>
      </w:pPr>
      <w:r w:rsidRPr="00AC0DC5">
        <w:t>2da Disciplina afiliada: aquellos deportistas que se afilien a una segunda disciplina se beneficiaran de un descuento del 25 % en este caso los costes serian  (45 € Adulta, 29 € Infantil, 5 € para los peques).</w:t>
      </w:r>
    </w:p>
    <w:p w:rsidR="00EF2BE5" w:rsidRPr="00AC0DC5" w:rsidRDefault="00EF2BE5" w:rsidP="00EF2BE5">
      <w:pPr>
        <w:spacing w:after="200" w:line="276" w:lineRule="auto"/>
        <w:ind w:left="708"/>
      </w:pPr>
      <w:r w:rsidRPr="00AC0DC5">
        <w:t>3ra o sucesivas disciplinas afiliadas: aquellos deportistas que se afilien a una tercera o  sucesivas disciplinas se beneficiaran de un descuento del 50 % en este caso los costes serian  (30 € Adulta, 19 € Infantil, gratis para los peques).</w:t>
      </w:r>
    </w:p>
    <w:p w:rsidR="00EF2BE5" w:rsidRDefault="00EF2BE5" w:rsidP="00EF2BE5"/>
    <w:p w:rsidR="000B1771" w:rsidRPr="00EF2BE5" w:rsidRDefault="00EF2BE5" w:rsidP="00EF2BE5">
      <w:pPr>
        <w:rPr>
          <w:b/>
        </w:rPr>
      </w:pPr>
      <w:r w:rsidRPr="00EF2BE5">
        <w:rPr>
          <w:b/>
        </w:rPr>
        <w:t xml:space="preserve">No es necesario </w:t>
      </w:r>
      <w:r>
        <w:rPr>
          <w:b/>
        </w:rPr>
        <w:t xml:space="preserve">que el deportista </w:t>
      </w:r>
      <w:r w:rsidRPr="00EF2BE5">
        <w:rPr>
          <w:b/>
        </w:rPr>
        <w:t>reali</w:t>
      </w:r>
      <w:r>
        <w:rPr>
          <w:b/>
        </w:rPr>
        <w:t>ce</w:t>
      </w:r>
      <w:r w:rsidRPr="00EF2BE5">
        <w:rPr>
          <w:b/>
        </w:rPr>
        <w:t xml:space="preserve"> la afiliación de manera simultánea</w:t>
      </w:r>
      <w:r>
        <w:rPr>
          <w:b/>
        </w:rPr>
        <w:t xml:space="preserve"> </w:t>
      </w:r>
      <w:r w:rsidR="00AC0DC5">
        <w:rPr>
          <w:b/>
        </w:rPr>
        <w:t>para todas las disciplinas, pero deberá indicar en cada una de ellas la fecha en que realizó las anteriores para que se aplique el descuento.</w:t>
      </w:r>
    </w:p>
    <w:sectPr w:rsidR="000B1771" w:rsidRPr="00EF2BE5" w:rsidSect="0061487B">
      <w:headerReference w:type="default" r:id="rId8"/>
      <w:footerReference w:type="default" r:id="rId9"/>
      <w:pgSz w:w="11906" w:h="16838" w:code="9"/>
      <w:pgMar w:top="567" w:right="1134" w:bottom="720" w:left="1134" w:header="680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A45" w:rsidRDefault="00DD5A45">
      <w:r>
        <w:separator/>
      </w:r>
    </w:p>
  </w:endnote>
  <w:endnote w:type="continuationSeparator" w:id="0">
    <w:p w:rsidR="00DD5A45" w:rsidRDefault="00DD5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48E" w:rsidRPr="00C0548E" w:rsidRDefault="00C0548E" w:rsidP="00DC0A24">
    <w:pPr>
      <w:pStyle w:val="Encabezado"/>
      <w:tabs>
        <w:tab w:val="left" w:pos="356"/>
      </w:tabs>
      <w:rPr>
        <w:b/>
        <w:sz w:val="22"/>
        <w:szCs w:val="22"/>
        <w:u w:val="single"/>
      </w:rPr>
    </w:pPr>
    <w:r w:rsidRPr="00C0548E">
      <w:rPr>
        <w:b/>
        <w:sz w:val="22"/>
        <w:szCs w:val="22"/>
        <w:u w:val="single"/>
      </w:rPr>
      <w:t>* Si se trata de una renovación de licencia indíquenos su ID (Identificador Digital en la FANJYDA)</w:t>
    </w:r>
  </w:p>
  <w:p w:rsidR="00632CF4" w:rsidRPr="00DC0A24" w:rsidRDefault="00C0548E" w:rsidP="00DC0A24">
    <w:pPr>
      <w:pStyle w:val="Encabezado"/>
      <w:tabs>
        <w:tab w:val="left" w:pos="356"/>
      </w:tabs>
      <w:rPr>
        <w:sz w:val="18"/>
        <w:szCs w:val="18"/>
      </w:rPr>
    </w:pPr>
    <w:r>
      <w:rPr>
        <w:b/>
        <w:sz w:val="18"/>
        <w:szCs w:val="18"/>
      </w:rPr>
      <w:br/>
    </w:r>
    <w:r w:rsidR="00DC0A24" w:rsidRPr="00DC0A24">
      <w:rPr>
        <w:b/>
        <w:sz w:val="18"/>
        <w:szCs w:val="18"/>
      </w:rPr>
      <w:t xml:space="preserve">La Cesión de los datos del </w:t>
    </w:r>
    <w:r w:rsidR="00DC0A24">
      <w:rPr>
        <w:b/>
        <w:sz w:val="18"/>
        <w:szCs w:val="18"/>
      </w:rPr>
      <w:t>Deportista</w:t>
    </w:r>
    <w:r w:rsidR="00DC0A24" w:rsidRPr="00DC0A24">
      <w:rPr>
        <w:b/>
        <w:sz w:val="18"/>
        <w:szCs w:val="18"/>
      </w:rPr>
      <w:t xml:space="preserve"> para su </w:t>
    </w:r>
    <w:r w:rsidR="00DC0A24">
      <w:rPr>
        <w:b/>
        <w:sz w:val="18"/>
        <w:szCs w:val="18"/>
      </w:rPr>
      <w:t>afiliación</w:t>
    </w:r>
    <w:r w:rsidR="00DC0A24" w:rsidRPr="00DC0A24">
      <w:rPr>
        <w:b/>
        <w:sz w:val="18"/>
        <w:szCs w:val="18"/>
      </w:rPr>
      <w:t xml:space="preserve">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A45" w:rsidRDefault="00DD5A45">
      <w:r>
        <w:separator/>
      </w:r>
    </w:p>
  </w:footnote>
  <w:footnote w:type="continuationSeparator" w:id="0">
    <w:p w:rsidR="00DD5A45" w:rsidRDefault="00DD5A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97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5"/>
      <w:gridCol w:w="360"/>
      <w:gridCol w:w="8221"/>
    </w:tblGrid>
    <w:tr w:rsidR="00632CF4">
      <w:tblPrEx>
        <w:tblCellMar>
          <w:top w:w="0" w:type="dxa"/>
          <w:bottom w:w="0" w:type="dxa"/>
        </w:tblCellMar>
      </w:tblPrEx>
      <w:trPr>
        <w:trHeight w:val="426"/>
      </w:trPr>
      <w:tc>
        <w:tcPr>
          <w:tcW w:w="4395" w:type="dxa"/>
        </w:tcPr>
        <w:p w:rsidR="00632CF4" w:rsidRPr="00D27021" w:rsidRDefault="006E5238" w:rsidP="00D27021">
          <w:pPr>
            <w:jc w:val="right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8240" behindDoc="0" locked="0" layoutInCell="1" allowOverlap="1">
                    <wp:simplePos x="0" y="0"/>
                    <wp:positionH relativeFrom="column">
                      <wp:posOffset>-196215</wp:posOffset>
                    </wp:positionH>
                    <wp:positionV relativeFrom="paragraph">
                      <wp:posOffset>25400</wp:posOffset>
                    </wp:positionV>
                    <wp:extent cx="4314825" cy="378460"/>
                    <wp:effectExtent l="0" t="0" r="0" b="0"/>
                    <wp:wrapNone/>
                    <wp:docPr id="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14825" cy="378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0743CE" w:rsidRDefault="000743CE" w:rsidP="000743CE">
                                <w:pPr>
                                  <w:widowControl w:val="0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  <w:t>FEDERACION ANDALUZA DE JUDO Y DEPORTES ASOCIADOS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-15.45pt;margin-top:2pt;width:339.75pt;height:29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" filled="f" stroked="f" insetpen="t">
                    <v:textbox inset="2.88pt,2.88pt,2.88pt,2.88pt">
                      <w:txbxContent>
                        <w:p w:rsidR="000743CE" w:rsidRDefault="000743CE" w:rsidP="000743CE">
                          <w:pPr>
                            <w:widowControl w:val="0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  <w:t>FEDERACION ANDALUZA DE JUDO Y DEPORTES ASOCIADOS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  <w:tc>
        <w:tcPr>
          <w:tcW w:w="8221" w:type="dxa"/>
        </w:tcPr>
        <w:p w:rsidR="00632CF4" w:rsidRPr="00A87103" w:rsidRDefault="006E5238" w:rsidP="00A87103">
          <w:pPr>
            <w:jc w:val="center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7216" behindDoc="0" locked="0" layoutInCell="1" allowOverlap="1">
                    <wp:simplePos x="0" y="0"/>
                    <wp:positionH relativeFrom="column">
                      <wp:posOffset>1179195</wp:posOffset>
                    </wp:positionH>
                    <wp:positionV relativeFrom="paragraph">
                      <wp:posOffset>-104140</wp:posOffset>
                    </wp:positionV>
                    <wp:extent cx="2249170" cy="508000"/>
                    <wp:effectExtent l="0" t="0" r="0" b="0"/>
                    <wp:wrapNone/>
                    <wp:docPr id="1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49170" cy="50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D2F4F" w:rsidRDefault="008D2F4F" w:rsidP="008D2F4F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Avenida Ana de Viya, 9 Oficina 3. 11009 Cádiz</w:t>
                                </w:r>
                              </w:p>
                              <w:p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Tel.956 079 891. 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Fax 956 079 892</w:t>
                                </w:r>
                              </w:p>
                              <w:p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administracion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@fanjyda.com. www.fanjyda.com</w:t>
                                </w:r>
                              </w:p>
                              <w:p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 xml:space="preserve">C.I.F. 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V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-11090081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6" o:spid="_x0000_s1027" type="#_x0000_t202" style="position:absolute;left:0;text-align:left;margin-left:92.85pt;margin-top:-8.2pt;width:177.1pt;height:40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" filled="f" stroked="f" insetpen="t">
                    <v:textbox inset="2.88pt,2.88pt,2.88pt,2.88pt">
                      <w:txbxContent>
                        <w:p w:rsidR="008D2F4F" w:rsidRDefault="008D2F4F" w:rsidP="008D2F4F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Avenida Ana de Viya, 9 Oficina 3. 11009 Cádiz</w:t>
                          </w:r>
                        </w:p>
                        <w:p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Tel.956 079 891. 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Fax 956 079 892</w:t>
                          </w:r>
                        </w:p>
                        <w:p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administracion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@fanjyda.com. www.fanjyda.com</w:t>
                          </w:r>
                        </w:p>
                        <w:p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 xml:space="preserve">C.I.F. </w:t>
                          </w: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V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-11090081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632CF4">
      <w:tblPrEx>
        <w:tblCellMar>
          <w:top w:w="0" w:type="dxa"/>
          <w:bottom w:w="0" w:type="dxa"/>
        </w:tblCellMar>
      </w:tblPrEx>
      <w:trPr>
        <w:trHeight w:val="87"/>
      </w:trPr>
      <w:tc>
        <w:tcPr>
          <w:tcW w:w="4395" w:type="dxa"/>
        </w:tcPr>
        <w:p w:rsidR="00632CF4" w:rsidRDefault="00632CF4">
          <w:pPr>
            <w:pStyle w:val="Encabezado"/>
            <w:ind w:left="142"/>
            <w:jc w:val="center"/>
            <w:rPr>
              <w:sz w:val="16"/>
            </w:rPr>
          </w:pP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  <w:r>
            <w:rPr>
              <w:sz w:val="16"/>
            </w:rPr>
            <w:t xml:space="preserve">   </w:t>
          </w:r>
        </w:p>
      </w:tc>
      <w:tc>
        <w:tcPr>
          <w:tcW w:w="8221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</w:tr>
  </w:tbl>
  <w:p w:rsidR="00632CF4" w:rsidRDefault="00632C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0A29"/>
    <w:multiLevelType w:val="hybridMultilevel"/>
    <w:tmpl w:val="CAEEA232"/>
    <w:lvl w:ilvl="0" w:tplc="ADF2958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01CF18D6"/>
    <w:multiLevelType w:val="hybridMultilevel"/>
    <w:tmpl w:val="47A62AEA"/>
    <w:lvl w:ilvl="0" w:tplc="A2D09A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900F55"/>
    <w:multiLevelType w:val="hybridMultilevel"/>
    <w:tmpl w:val="8750766C"/>
    <w:lvl w:ilvl="0" w:tplc="13B0B71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4C112EB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084F5D94"/>
    <w:multiLevelType w:val="hybridMultilevel"/>
    <w:tmpl w:val="800E2DEE"/>
    <w:lvl w:ilvl="0" w:tplc="277ADBC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8E73760"/>
    <w:multiLevelType w:val="hybridMultilevel"/>
    <w:tmpl w:val="940AB208"/>
    <w:lvl w:ilvl="0" w:tplc="18861D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A403B1"/>
    <w:multiLevelType w:val="multilevel"/>
    <w:tmpl w:val="4C1C3F32"/>
    <w:lvl w:ilvl="0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7">
    <w:nsid w:val="0E9C1DF6"/>
    <w:multiLevelType w:val="hybridMultilevel"/>
    <w:tmpl w:val="29040586"/>
    <w:lvl w:ilvl="0" w:tplc="E94EE0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0454F1"/>
    <w:multiLevelType w:val="hybridMultilevel"/>
    <w:tmpl w:val="4C1C3F32"/>
    <w:lvl w:ilvl="0" w:tplc="0C0A000D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9">
    <w:nsid w:val="1B3B6EB8"/>
    <w:multiLevelType w:val="hybridMultilevel"/>
    <w:tmpl w:val="334682D8"/>
    <w:lvl w:ilvl="0" w:tplc="6AC8D5C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136BCA"/>
    <w:multiLevelType w:val="hybridMultilevel"/>
    <w:tmpl w:val="37DEAB44"/>
    <w:lvl w:ilvl="0" w:tplc="95ECF1D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>
    <w:nsid w:val="1FB80AF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1753A58"/>
    <w:multiLevelType w:val="hybridMultilevel"/>
    <w:tmpl w:val="378EA804"/>
    <w:lvl w:ilvl="0" w:tplc="E592B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035A5B"/>
    <w:multiLevelType w:val="hybridMultilevel"/>
    <w:tmpl w:val="792022A6"/>
    <w:lvl w:ilvl="0" w:tplc="4C4C62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D64FCE"/>
    <w:multiLevelType w:val="hybridMultilevel"/>
    <w:tmpl w:val="62E0AD28"/>
    <w:lvl w:ilvl="0" w:tplc="92C0537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42FD2B66"/>
    <w:multiLevelType w:val="hybridMultilevel"/>
    <w:tmpl w:val="CDA6E206"/>
    <w:lvl w:ilvl="0" w:tplc="34C8335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>
    <w:nsid w:val="48454475"/>
    <w:multiLevelType w:val="hybridMultilevel"/>
    <w:tmpl w:val="1AAA3F04"/>
    <w:lvl w:ilvl="0" w:tplc="0C0A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7">
    <w:nsid w:val="490518E2"/>
    <w:multiLevelType w:val="hybridMultilevel"/>
    <w:tmpl w:val="90D22E46"/>
    <w:lvl w:ilvl="0" w:tplc="A4EA48E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>
    <w:nsid w:val="4991061A"/>
    <w:multiLevelType w:val="hybridMultilevel"/>
    <w:tmpl w:val="7B34F29A"/>
    <w:lvl w:ilvl="0" w:tplc="97FE9A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950271"/>
    <w:multiLevelType w:val="hybridMultilevel"/>
    <w:tmpl w:val="E5AEDD4A"/>
    <w:lvl w:ilvl="0" w:tplc="35208C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C27058"/>
    <w:multiLevelType w:val="hybridMultilevel"/>
    <w:tmpl w:val="1E9A6F24"/>
    <w:lvl w:ilvl="0" w:tplc="B6CAF39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>
    <w:nsid w:val="63504405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66506A2A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67CA7797"/>
    <w:multiLevelType w:val="singleLevel"/>
    <w:tmpl w:val="A830E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9507191"/>
    <w:multiLevelType w:val="hybridMultilevel"/>
    <w:tmpl w:val="2E80623A"/>
    <w:lvl w:ilvl="0" w:tplc="11F2DB1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5">
    <w:nsid w:val="71C86287"/>
    <w:multiLevelType w:val="hybridMultilevel"/>
    <w:tmpl w:val="05BE91BC"/>
    <w:lvl w:ilvl="0" w:tplc="C6AC64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59C2791"/>
    <w:multiLevelType w:val="hybridMultilevel"/>
    <w:tmpl w:val="0D76BA2C"/>
    <w:lvl w:ilvl="0" w:tplc="8EB8A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5C8413E"/>
    <w:multiLevelType w:val="hybridMultilevel"/>
    <w:tmpl w:val="C75E15C0"/>
    <w:lvl w:ilvl="0" w:tplc="1ED8A8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3F19B5"/>
    <w:multiLevelType w:val="hybridMultilevel"/>
    <w:tmpl w:val="79567B14"/>
    <w:lvl w:ilvl="0" w:tplc="C1989A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B510CF"/>
    <w:multiLevelType w:val="hybridMultilevel"/>
    <w:tmpl w:val="2576A222"/>
    <w:lvl w:ilvl="0" w:tplc="B4B64FCE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E03667"/>
    <w:multiLevelType w:val="hybridMultilevel"/>
    <w:tmpl w:val="2780D1F4"/>
    <w:lvl w:ilvl="0" w:tplc="B374EC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3C262F"/>
    <w:multiLevelType w:val="hybridMultilevel"/>
    <w:tmpl w:val="2B141630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11"/>
  </w:num>
  <w:num w:numId="4">
    <w:abstractNumId w:val="3"/>
  </w:num>
  <w:num w:numId="5">
    <w:abstractNumId w:val="21"/>
  </w:num>
  <w:num w:numId="6">
    <w:abstractNumId w:val="12"/>
  </w:num>
  <w:num w:numId="7">
    <w:abstractNumId w:val="29"/>
  </w:num>
  <w:num w:numId="8">
    <w:abstractNumId w:val="31"/>
  </w:num>
  <w:num w:numId="9">
    <w:abstractNumId w:val="8"/>
  </w:num>
  <w:num w:numId="10">
    <w:abstractNumId w:val="6"/>
  </w:num>
  <w:num w:numId="11">
    <w:abstractNumId w:val="16"/>
  </w:num>
  <w:num w:numId="12">
    <w:abstractNumId w:val="28"/>
  </w:num>
  <w:num w:numId="13">
    <w:abstractNumId w:val="19"/>
  </w:num>
  <w:num w:numId="14">
    <w:abstractNumId w:val="25"/>
  </w:num>
  <w:num w:numId="15">
    <w:abstractNumId w:val="5"/>
  </w:num>
  <w:num w:numId="16">
    <w:abstractNumId w:val="9"/>
  </w:num>
  <w:num w:numId="17">
    <w:abstractNumId w:val="13"/>
  </w:num>
  <w:num w:numId="18">
    <w:abstractNumId w:val="14"/>
  </w:num>
  <w:num w:numId="19">
    <w:abstractNumId w:val="10"/>
  </w:num>
  <w:num w:numId="20">
    <w:abstractNumId w:val="2"/>
  </w:num>
  <w:num w:numId="21">
    <w:abstractNumId w:val="24"/>
  </w:num>
  <w:num w:numId="22">
    <w:abstractNumId w:val="0"/>
  </w:num>
  <w:num w:numId="23">
    <w:abstractNumId w:val="20"/>
  </w:num>
  <w:num w:numId="24">
    <w:abstractNumId w:val="17"/>
  </w:num>
  <w:num w:numId="25">
    <w:abstractNumId w:val="15"/>
  </w:num>
  <w:num w:numId="26">
    <w:abstractNumId w:val="30"/>
  </w:num>
  <w:num w:numId="27">
    <w:abstractNumId w:val="7"/>
  </w:num>
  <w:num w:numId="28">
    <w:abstractNumId w:val="18"/>
  </w:num>
  <w:num w:numId="29">
    <w:abstractNumId w:val="26"/>
  </w:num>
  <w:num w:numId="30">
    <w:abstractNumId w:val="27"/>
  </w:num>
  <w:num w:numId="31">
    <w:abstractNumId w:val="4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54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98"/>
    <w:rsid w:val="00002D63"/>
    <w:rsid w:val="000060D0"/>
    <w:rsid w:val="000064D5"/>
    <w:rsid w:val="0001044A"/>
    <w:rsid w:val="00027563"/>
    <w:rsid w:val="00031536"/>
    <w:rsid w:val="00034A88"/>
    <w:rsid w:val="00046A5D"/>
    <w:rsid w:val="000473EE"/>
    <w:rsid w:val="00060A6C"/>
    <w:rsid w:val="000665EA"/>
    <w:rsid w:val="000743CE"/>
    <w:rsid w:val="000747B7"/>
    <w:rsid w:val="000750D8"/>
    <w:rsid w:val="00077B2A"/>
    <w:rsid w:val="0008293E"/>
    <w:rsid w:val="00084830"/>
    <w:rsid w:val="00085281"/>
    <w:rsid w:val="000977D1"/>
    <w:rsid w:val="00097CA3"/>
    <w:rsid w:val="000A1DF1"/>
    <w:rsid w:val="000B1771"/>
    <w:rsid w:val="000B5255"/>
    <w:rsid w:val="000C43DB"/>
    <w:rsid w:val="000D6E58"/>
    <w:rsid w:val="000D6E77"/>
    <w:rsid w:val="000E5765"/>
    <w:rsid w:val="000F3A61"/>
    <w:rsid w:val="000F7A48"/>
    <w:rsid w:val="00114103"/>
    <w:rsid w:val="001236BF"/>
    <w:rsid w:val="00126E1C"/>
    <w:rsid w:val="00126E5D"/>
    <w:rsid w:val="001271F8"/>
    <w:rsid w:val="00127859"/>
    <w:rsid w:val="001513A3"/>
    <w:rsid w:val="0016202F"/>
    <w:rsid w:val="00163A7C"/>
    <w:rsid w:val="00180805"/>
    <w:rsid w:val="0018195E"/>
    <w:rsid w:val="0018480A"/>
    <w:rsid w:val="00190B27"/>
    <w:rsid w:val="001A232D"/>
    <w:rsid w:val="001A4075"/>
    <w:rsid w:val="001B06D5"/>
    <w:rsid w:val="001B5050"/>
    <w:rsid w:val="001B5DC7"/>
    <w:rsid w:val="001B7475"/>
    <w:rsid w:val="001C05C8"/>
    <w:rsid w:val="001C4E47"/>
    <w:rsid w:val="001E36D8"/>
    <w:rsid w:val="00203C17"/>
    <w:rsid w:val="002066E3"/>
    <w:rsid w:val="00210708"/>
    <w:rsid w:val="0021372B"/>
    <w:rsid w:val="00214A20"/>
    <w:rsid w:val="00221790"/>
    <w:rsid w:val="00223DB8"/>
    <w:rsid w:val="0023443C"/>
    <w:rsid w:val="002505FB"/>
    <w:rsid w:val="002541B9"/>
    <w:rsid w:val="0025609D"/>
    <w:rsid w:val="002601BD"/>
    <w:rsid w:val="00264DA1"/>
    <w:rsid w:val="002724E9"/>
    <w:rsid w:val="00272C55"/>
    <w:rsid w:val="00284E28"/>
    <w:rsid w:val="00295241"/>
    <w:rsid w:val="002A2046"/>
    <w:rsid w:val="002A4864"/>
    <w:rsid w:val="002B23B0"/>
    <w:rsid w:val="002C2A1C"/>
    <w:rsid w:val="002C55A4"/>
    <w:rsid w:val="002D11D8"/>
    <w:rsid w:val="002D200A"/>
    <w:rsid w:val="002E395B"/>
    <w:rsid w:val="002F4478"/>
    <w:rsid w:val="00301C0D"/>
    <w:rsid w:val="00302F81"/>
    <w:rsid w:val="00303ACE"/>
    <w:rsid w:val="003124E9"/>
    <w:rsid w:val="00312BFB"/>
    <w:rsid w:val="00327AD8"/>
    <w:rsid w:val="00335B52"/>
    <w:rsid w:val="00340915"/>
    <w:rsid w:val="00343743"/>
    <w:rsid w:val="00344445"/>
    <w:rsid w:val="0035311F"/>
    <w:rsid w:val="003531E5"/>
    <w:rsid w:val="00363BE5"/>
    <w:rsid w:val="00365426"/>
    <w:rsid w:val="00365999"/>
    <w:rsid w:val="003721FF"/>
    <w:rsid w:val="00382670"/>
    <w:rsid w:val="003A485E"/>
    <w:rsid w:val="003A498B"/>
    <w:rsid w:val="003A6FF9"/>
    <w:rsid w:val="003A7495"/>
    <w:rsid w:val="003B2E94"/>
    <w:rsid w:val="003B3254"/>
    <w:rsid w:val="003B642A"/>
    <w:rsid w:val="003B7D9A"/>
    <w:rsid w:val="003C1842"/>
    <w:rsid w:val="003C2FA6"/>
    <w:rsid w:val="003D0670"/>
    <w:rsid w:val="003E0588"/>
    <w:rsid w:val="003E446B"/>
    <w:rsid w:val="003E5048"/>
    <w:rsid w:val="003E65AB"/>
    <w:rsid w:val="003E7E78"/>
    <w:rsid w:val="003F2006"/>
    <w:rsid w:val="003F2E75"/>
    <w:rsid w:val="003F332B"/>
    <w:rsid w:val="003F4498"/>
    <w:rsid w:val="00401018"/>
    <w:rsid w:val="00406FDC"/>
    <w:rsid w:val="00417CC8"/>
    <w:rsid w:val="004275D1"/>
    <w:rsid w:val="0043122E"/>
    <w:rsid w:val="00434D8A"/>
    <w:rsid w:val="00440F73"/>
    <w:rsid w:val="00452033"/>
    <w:rsid w:val="00456D0A"/>
    <w:rsid w:val="00460843"/>
    <w:rsid w:val="00465629"/>
    <w:rsid w:val="00475077"/>
    <w:rsid w:val="00483061"/>
    <w:rsid w:val="00491770"/>
    <w:rsid w:val="00497950"/>
    <w:rsid w:val="004A0062"/>
    <w:rsid w:val="004A5524"/>
    <w:rsid w:val="004A7F0C"/>
    <w:rsid w:val="004B27A4"/>
    <w:rsid w:val="004B3CD9"/>
    <w:rsid w:val="004C52A2"/>
    <w:rsid w:val="004C6618"/>
    <w:rsid w:val="004D1DF0"/>
    <w:rsid w:val="004D752B"/>
    <w:rsid w:val="004F0783"/>
    <w:rsid w:val="00512088"/>
    <w:rsid w:val="00520C80"/>
    <w:rsid w:val="00520F95"/>
    <w:rsid w:val="00525259"/>
    <w:rsid w:val="00525AAB"/>
    <w:rsid w:val="00526FBF"/>
    <w:rsid w:val="0053461B"/>
    <w:rsid w:val="0054781D"/>
    <w:rsid w:val="00551AA2"/>
    <w:rsid w:val="00557000"/>
    <w:rsid w:val="00562FCF"/>
    <w:rsid w:val="00566B39"/>
    <w:rsid w:val="005670A6"/>
    <w:rsid w:val="00574951"/>
    <w:rsid w:val="00574A61"/>
    <w:rsid w:val="00582383"/>
    <w:rsid w:val="00587A4D"/>
    <w:rsid w:val="00590CC5"/>
    <w:rsid w:val="0059270E"/>
    <w:rsid w:val="00592AA8"/>
    <w:rsid w:val="005A15A7"/>
    <w:rsid w:val="005A5587"/>
    <w:rsid w:val="005A59BB"/>
    <w:rsid w:val="005B423F"/>
    <w:rsid w:val="005C6E40"/>
    <w:rsid w:val="005D555C"/>
    <w:rsid w:val="005D693C"/>
    <w:rsid w:val="005D7B78"/>
    <w:rsid w:val="005E0472"/>
    <w:rsid w:val="005E5D23"/>
    <w:rsid w:val="005F1DCD"/>
    <w:rsid w:val="00603315"/>
    <w:rsid w:val="00612CA6"/>
    <w:rsid w:val="00612D37"/>
    <w:rsid w:val="0061487B"/>
    <w:rsid w:val="00616C30"/>
    <w:rsid w:val="006176CC"/>
    <w:rsid w:val="00621550"/>
    <w:rsid w:val="00624159"/>
    <w:rsid w:val="00632CF4"/>
    <w:rsid w:val="00633A79"/>
    <w:rsid w:val="006365EE"/>
    <w:rsid w:val="00640189"/>
    <w:rsid w:val="00647857"/>
    <w:rsid w:val="0065014B"/>
    <w:rsid w:val="00651349"/>
    <w:rsid w:val="00660F89"/>
    <w:rsid w:val="00662E46"/>
    <w:rsid w:val="00663DED"/>
    <w:rsid w:val="0066757C"/>
    <w:rsid w:val="00667B63"/>
    <w:rsid w:val="006729B9"/>
    <w:rsid w:val="00673BA5"/>
    <w:rsid w:val="00676AD1"/>
    <w:rsid w:val="00681ACD"/>
    <w:rsid w:val="006A25E9"/>
    <w:rsid w:val="006A2963"/>
    <w:rsid w:val="006B770B"/>
    <w:rsid w:val="006C2B0F"/>
    <w:rsid w:val="006C3019"/>
    <w:rsid w:val="006D0958"/>
    <w:rsid w:val="006D0E61"/>
    <w:rsid w:val="006E5238"/>
    <w:rsid w:val="006E69EA"/>
    <w:rsid w:val="006F0BA4"/>
    <w:rsid w:val="006F785D"/>
    <w:rsid w:val="00700067"/>
    <w:rsid w:val="0070137C"/>
    <w:rsid w:val="00702D63"/>
    <w:rsid w:val="007043B3"/>
    <w:rsid w:val="00711171"/>
    <w:rsid w:val="00713C81"/>
    <w:rsid w:val="00720E35"/>
    <w:rsid w:val="00726AF2"/>
    <w:rsid w:val="0073130C"/>
    <w:rsid w:val="007353C2"/>
    <w:rsid w:val="0073604E"/>
    <w:rsid w:val="00750690"/>
    <w:rsid w:val="007521BA"/>
    <w:rsid w:val="00767BB9"/>
    <w:rsid w:val="007727CD"/>
    <w:rsid w:val="00775889"/>
    <w:rsid w:val="00776D59"/>
    <w:rsid w:val="007950C6"/>
    <w:rsid w:val="007A1587"/>
    <w:rsid w:val="007A15A6"/>
    <w:rsid w:val="007A618B"/>
    <w:rsid w:val="007B0BC6"/>
    <w:rsid w:val="007B4C13"/>
    <w:rsid w:val="007B568C"/>
    <w:rsid w:val="007B61B4"/>
    <w:rsid w:val="007B71C3"/>
    <w:rsid w:val="007C242A"/>
    <w:rsid w:val="007D5C9A"/>
    <w:rsid w:val="007D7157"/>
    <w:rsid w:val="007D786E"/>
    <w:rsid w:val="007E0B2A"/>
    <w:rsid w:val="007E3F61"/>
    <w:rsid w:val="007F6EA9"/>
    <w:rsid w:val="00817018"/>
    <w:rsid w:val="00827233"/>
    <w:rsid w:val="00832646"/>
    <w:rsid w:val="00846154"/>
    <w:rsid w:val="008466A7"/>
    <w:rsid w:val="00851A51"/>
    <w:rsid w:val="00852890"/>
    <w:rsid w:val="008600CF"/>
    <w:rsid w:val="00860DEA"/>
    <w:rsid w:val="008703BB"/>
    <w:rsid w:val="008763BA"/>
    <w:rsid w:val="00880592"/>
    <w:rsid w:val="00885943"/>
    <w:rsid w:val="00895D14"/>
    <w:rsid w:val="008A236F"/>
    <w:rsid w:val="008A2BA4"/>
    <w:rsid w:val="008A4345"/>
    <w:rsid w:val="008B09F3"/>
    <w:rsid w:val="008B5B35"/>
    <w:rsid w:val="008B7197"/>
    <w:rsid w:val="008C16C1"/>
    <w:rsid w:val="008C1815"/>
    <w:rsid w:val="008C239E"/>
    <w:rsid w:val="008C3861"/>
    <w:rsid w:val="008D2F4F"/>
    <w:rsid w:val="008E21B2"/>
    <w:rsid w:val="008E3769"/>
    <w:rsid w:val="008E5A35"/>
    <w:rsid w:val="008E5D56"/>
    <w:rsid w:val="008F394B"/>
    <w:rsid w:val="008F7104"/>
    <w:rsid w:val="00917D2D"/>
    <w:rsid w:val="00917FB0"/>
    <w:rsid w:val="00921A3A"/>
    <w:rsid w:val="00924A6C"/>
    <w:rsid w:val="00925860"/>
    <w:rsid w:val="00925F7B"/>
    <w:rsid w:val="00926A8A"/>
    <w:rsid w:val="00947CA5"/>
    <w:rsid w:val="0095564C"/>
    <w:rsid w:val="00957A05"/>
    <w:rsid w:val="0096551B"/>
    <w:rsid w:val="00971C99"/>
    <w:rsid w:val="00976DB0"/>
    <w:rsid w:val="00987C30"/>
    <w:rsid w:val="00995591"/>
    <w:rsid w:val="00996B62"/>
    <w:rsid w:val="00997004"/>
    <w:rsid w:val="009A06A6"/>
    <w:rsid w:val="009A133E"/>
    <w:rsid w:val="009B281B"/>
    <w:rsid w:val="009B389C"/>
    <w:rsid w:val="009C19BC"/>
    <w:rsid w:val="009C47FE"/>
    <w:rsid w:val="009C751A"/>
    <w:rsid w:val="009E2C78"/>
    <w:rsid w:val="009E657C"/>
    <w:rsid w:val="009E7DE4"/>
    <w:rsid w:val="00A00E75"/>
    <w:rsid w:val="00A04D7B"/>
    <w:rsid w:val="00A20B2F"/>
    <w:rsid w:val="00A22049"/>
    <w:rsid w:val="00A23881"/>
    <w:rsid w:val="00A269F9"/>
    <w:rsid w:val="00A35A84"/>
    <w:rsid w:val="00A424B4"/>
    <w:rsid w:val="00A533D7"/>
    <w:rsid w:val="00A53E98"/>
    <w:rsid w:val="00A54433"/>
    <w:rsid w:val="00A61565"/>
    <w:rsid w:val="00A71AC0"/>
    <w:rsid w:val="00A77F7C"/>
    <w:rsid w:val="00A80A32"/>
    <w:rsid w:val="00A8203F"/>
    <w:rsid w:val="00A87103"/>
    <w:rsid w:val="00A96F32"/>
    <w:rsid w:val="00A971AA"/>
    <w:rsid w:val="00A97E51"/>
    <w:rsid w:val="00AA0C4E"/>
    <w:rsid w:val="00AB01CB"/>
    <w:rsid w:val="00AB2DD1"/>
    <w:rsid w:val="00AC0DC5"/>
    <w:rsid w:val="00AC1E70"/>
    <w:rsid w:val="00AC7B03"/>
    <w:rsid w:val="00AD40FA"/>
    <w:rsid w:val="00AE4104"/>
    <w:rsid w:val="00AF6D1A"/>
    <w:rsid w:val="00B03EBE"/>
    <w:rsid w:val="00B16A76"/>
    <w:rsid w:val="00B31A7F"/>
    <w:rsid w:val="00B32A71"/>
    <w:rsid w:val="00B51875"/>
    <w:rsid w:val="00B51E5B"/>
    <w:rsid w:val="00B54541"/>
    <w:rsid w:val="00B5772F"/>
    <w:rsid w:val="00B613B2"/>
    <w:rsid w:val="00B65330"/>
    <w:rsid w:val="00B80745"/>
    <w:rsid w:val="00B81916"/>
    <w:rsid w:val="00B81B84"/>
    <w:rsid w:val="00B86198"/>
    <w:rsid w:val="00B9317C"/>
    <w:rsid w:val="00B93EF7"/>
    <w:rsid w:val="00B94389"/>
    <w:rsid w:val="00BA0875"/>
    <w:rsid w:val="00BA1C38"/>
    <w:rsid w:val="00BA2CFB"/>
    <w:rsid w:val="00BA368C"/>
    <w:rsid w:val="00BB0A1E"/>
    <w:rsid w:val="00BB7F8F"/>
    <w:rsid w:val="00BC097D"/>
    <w:rsid w:val="00BC5AAD"/>
    <w:rsid w:val="00BC6C12"/>
    <w:rsid w:val="00BF06F2"/>
    <w:rsid w:val="00BF1383"/>
    <w:rsid w:val="00BF1BA3"/>
    <w:rsid w:val="00C0024F"/>
    <w:rsid w:val="00C01F03"/>
    <w:rsid w:val="00C0252C"/>
    <w:rsid w:val="00C0548E"/>
    <w:rsid w:val="00C20E63"/>
    <w:rsid w:val="00C2348F"/>
    <w:rsid w:val="00C27991"/>
    <w:rsid w:val="00C30D2A"/>
    <w:rsid w:val="00C33FC7"/>
    <w:rsid w:val="00C3573C"/>
    <w:rsid w:val="00C57AF7"/>
    <w:rsid w:val="00C639AD"/>
    <w:rsid w:val="00C6698B"/>
    <w:rsid w:val="00C70016"/>
    <w:rsid w:val="00C71420"/>
    <w:rsid w:val="00C85E73"/>
    <w:rsid w:val="00C92518"/>
    <w:rsid w:val="00CA6304"/>
    <w:rsid w:val="00CB5A91"/>
    <w:rsid w:val="00CB63FE"/>
    <w:rsid w:val="00CB65F7"/>
    <w:rsid w:val="00CC7783"/>
    <w:rsid w:val="00CD555D"/>
    <w:rsid w:val="00CD6F69"/>
    <w:rsid w:val="00CE033D"/>
    <w:rsid w:val="00CE3CC7"/>
    <w:rsid w:val="00D172C2"/>
    <w:rsid w:val="00D20B91"/>
    <w:rsid w:val="00D26C9A"/>
    <w:rsid w:val="00D27021"/>
    <w:rsid w:val="00D31BB3"/>
    <w:rsid w:val="00D41D76"/>
    <w:rsid w:val="00D5125E"/>
    <w:rsid w:val="00D51C75"/>
    <w:rsid w:val="00D52F0E"/>
    <w:rsid w:val="00D537A7"/>
    <w:rsid w:val="00D6178D"/>
    <w:rsid w:val="00D61A80"/>
    <w:rsid w:val="00D620C7"/>
    <w:rsid w:val="00D6680A"/>
    <w:rsid w:val="00D74C98"/>
    <w:rsid w:val="00D7772A"/>
    <w:rsid w:val="00D816C2"/>
    <w:rsid w:val="00D85E4C"/>
    <w:rsid w:val="00D87B52"/>
    <w:rsid w:val="00D909BB"/>
    <w:rsid w:val="00DA2888"/>
    <w:rsid w:val="00DC08A2"/>
    <w:rsid w:val="00DC0A24"/>
    <w:rsid w:val="00DC0CBD"/>
    <w:rsid w:val="00DC284A"/>
    <w:rsid w:val="00DC3E1F"/>
    <w:rsid w:val="00DC79E7"/>
    <w:rsid w:val="00DD3525"/>
    <w:rsid w:val="00DD3783"/>
    <w:rsid w:val="00DD4F22"/>
    <w:rsid w:val="00DD5A45"/>
    <w:rsid w:val="00DD692A"/>
    <w:rsid w:val="00DD78C0"/>
    <w:rsid w:val="00DE0D7E"/>
    <w:rsid w:val="00DE16B9"/>
    <w:rsid w:val="00DE430B"/>
    <w:rsid w:val="00DE73D5"/>
    <w:rsid w:val="00E06CFE"/>
    <w:rsid w:val="00E21B80"/>
    <w:rsid w:val="00E27ED3"/>
    <w:rsid w:val="00E31984"/>
    <w:rsid w:val="00E4696F"/>
    <w:rsid w:val="00E60355"/>
    <w:rsid w:val="00E62F56"/>
    <w:rsid w:val="00E65F8F"/>
    <w:rsid w:val="00E73A90"/>
    <w:rsid w:val="00EA3B91"/>
    <w:rsid w:val="00EB1788"/>
    <w:rsid w:val="00EB2CF8"/>
    <w:rsid w:val="00EB7395"/>
    <w:rsid w:val="00ED2076"/>
    <w:rsid w:val="00ED2446"/>
    <w:rsid w:val="00ED3EF1"/>
    <w:rsid w:val="00ED6B14"/>
    <w:rsid w:val="00EE0C83"/>
    <w:rsid w:val="00EE2679"/>
    <w:rsid w:val="00EE615A"/>
    <w:rsid w:val="00EF2BE5"/>
    <w:rsid w:val="00EF3F64"/>
    <w:rsid w:val="00EF567C"/>
    <w:rsid w:val="00EF596A"/>
    <w:rsid w:val="00EF5A08"/>
    <w:rsid w:val="00F1200E"/>
    <w:rsid w:val="00F227D8"/>
    <w:rsid w:val="00F22E83"/>
    <w:rsid w:val="00F24137"/>
    <w:rsid w:val="00F24D49"/>
    <w:rsid w:val="00F37EE5"/>
    <w:rsid w:val="00F41CD2"/>
    <w:rsid w:val="00F54A82"/>
    <w:rsid w:val="00F56528"/>
    <w:rsid w:val="00F56CA3"/>
    <w:rsid w:val="00F7687E"/>
    <w:rsid w:val="00F80D3F"/>
    <w:rsid w:val="00F8694B"/>
    <w:rsid w:val="00F90147"/>
    <w:rsid w:val="00F9352E"/>
    <w:rsid w:val="00FA4596"/>
    <w:rsid w:val="00FB06C6"/>
    <w:rsid w:val="00FB4427"/>
    <w:rsid w:val="00FB7442"/>
    <w:rsid w:val="00FC25C6"/>
    <w:rsid w:val="00FC4C89"/>
    <w:rsid w:val="00FC6F65"/>
    <w:rsid w:val="00FC78AE"/>
    <w:rsid w:val="00FD3A97"/>
    <w:rsid w:val="00FE2268"/>
    <w:rsid w:val="00FF4884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Logotipo3.dot</Template>
  <TotalTime>0</TotalTime>
  <Pages>1</Pages>
  <Words>328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Sevilla, 02 de noviembre de 2001</vt:lpstr>
    </vt:vector>
  </TitlesOfParts>
  <Company>Federación Andaluza de Judo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Sevilla, 02 de noviembre de 2001</dc:title>
  <dc:creator>xx</dc:creator>
  <cp:lastModifiedBy>Antonio Morales</cp:lastModifiedBy>
  <cp:revision>2</cp:revision>
  <cp:lastPrinted>2016-08-29T11:14:00Z</cp:lastPrinted>
  <dcterms:created xsi:type="dcterms:W3CDTF">2021-08-19T10:58:00Z</dcterms:created>
  <dcterms:modified xsi:type="dcterms:W3CDTF">2021-08-19T10:58:00Z</dcterms:modified>
</cp:coreProperties>
</file>